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4D1B57F" w14:textId="77777777" w:rsidTr="00F862D6">
        <w:tc>
          <w:tcPr>
            <w:tcW w:w="1020" w:type="dxa"/>
          </w:tcPr>
          <w:p w14:paraId="435DCE0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0E22B90" wp14:editId="6FAE0B6D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9A2F53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E22B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0A9A2F53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0B59F04" w14:textId="77777777" w:rsidR="00F64786" w:rsidRDefault="00F64786" w:rsidP="0077673A"/>
        </w:tc>
        <w:tc>
          <w:tcPr>
            <w:tcW w:w="823" w:type="dxa"/>
          </w:tcPr>
          <w:p w14:paraId="52A1FFF8" w14:textId="77777777" w:rsidR="00F64786" w:rsidRDefault="00F64786" w:rsidP="0077673A"/>
        </w:tc>
        <w:tc>
          <w:tcPr>
            <w:tcW w:w="3685" w:type="dxa"/>
          </w:tcPr>
          <w:p w14:paraId="2BE5AAAF" w14:textId="77777777" w:rsidR="00F64786" w:rsidRDefault="00F64786" w:rsidP="0077673A"/>
        </w:tc>
      </w:tr>
      <w:tr w:rsidR="00F862D6" w14:paraId="25CE1195" w14:textId="77777777" w:rsidTr="00596C7E">
        <w:tc>
          <w:tcPr>
            <w:tcW w:w="1020" w:type="dxa"/>
          </w:tcPr>
          <w:p w14:paraId="1C2C8C46" w14:textId="77777777" w:rsidR="00F862D6" w:rsidRDefault="00F862D6" w:rsidP="0077673A"/>
        </w:tc>
        <w:tc>
          <w:tcPr>
            <w:tcW w:w="2552" w:type="dxa"/>
          </w:tcPr>
          <w:p w14:paraId="740E29AD" w14:textId="77777777" w:rsidR="00F862D6" w:rsidRDefault="00F862D6" w:rsidP="00764595"/>
        </w:tc>
        <w:tc>
          <w:tcPr>
            <w:tcW w:w="823" w:type="dxa"/>
          </w:tcPr>
          <w:p w14:paraId="5E61C04A" w14:textId="77777777" w:rsidR="00F862D6" w:rsidRDefault="00F862D6" w:rsidP="0077673A"/>
        </w:tc>
        <w:tc>
          <w:tcPr>
            <w:tcW w:w="3685" w:type="dxa"/>
            <w:vMerge w:val="restart"/>
          </w:tcPr>
          <w:p w14:paraId="671ACD31" w14:textId="77777777" w:rsidR="00596C7E" w:rsidRDefault="00596C7E" w:rsidP="00596C7E">
            <w:pPr>
              <w:rPr>
                <w:rStyle w:val="Potovnadresa"/>
              </w:rPr>
            </w:pPr>
          </w:p>
          <w:p w14:paraId="0A3EC9B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14:paraId="62B4DC66" w14:textId="77777777" w:rsidTr="00F862D6">
        <w:tc>
          <w:tcPr>
            <w:tcW w:w="1020" w:type="dxa"/>
          </w:tcPr>
          <w:p w14:paraId="6D854443" w14:textId="77777777"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14:paraId="2C98B4F4" w14:textId="6D73B0B8" w:rsidR="00136BD0" w:rsidRPr="000575AF" w:rsidRDefault="007E194B" w:rsidP="00136BD0">
            <w:r w:rsidRPr="007E194B">
              <w:t>7406/2022-SŽ-SSV-Ú3</w:t>
            </w:r>
          </w:p>
        </w:tc>
        <w:tc>
          <w:tcPr>
            <w:tcW w:w="823" w:type="dxa"/>
          </w:tcPr>
          <w:p w14:paraId="7962BCCB" w14:textId="77777777" w:rsidR="00136BD0" w:rsidRDefault="00136BD0" w:rsidP="00136BD0"/>
        </w:tc>
        <w:tc>
          <w:tcPr>
            <w:tcW w:w="3685" w:type="dxa"/>
            <w:vMerge/>
          </w:tcPr>
          <w:p w14:paraId="5BF1B4E0" w14:textId="77777777" w:rsidR="00136BD0" w:rsidRDefault="00136BD0" w:rsidP="00136BD0"/>
        </w:tc>
      </w:tr>
      <w:tr w:rsidR="00136BD0" w14:paraId="1B9C2E75" w14:textId="77777777" w:rsidTr="00F862D6">
        <w:tc>
          <w:tcPr>
            <w:tcW w:w="1020" w:type="dxa"/>
          </w:tcPr>
          <w:p w14:paraId="4F782BE4" w14:textId="77777777"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14:paraId="5038A6D0" w14:textId="77777777" w:rsidR="00136BD0" w:rsidRPr="000575AF" w:rsidRDefault="00136BD0" w:rsidP="00136BD0">
            <w:r w:rsidRPr="000575AF">
              <w:t>2/0</w:t>
            </w:r>
          </w:p>
        </w:tc>
        <w:tc>
          <w:tcPr>
            <w:tcW w:w="823" w:type="dxa"/>
          </w:tcPr>
          <w:p w14:paraId="2864635D" w14:textId="77777777" w:rsidR="00136BD0" w:rsidRDefault="00136BD0" w:rsidP="00136BD0"/>
        </w:tc>
        <w:tc>
          <w:tcPr>
            <w:tcW w:w="3685" w:type="dxa"/>
            <w:vMerge/>
          </w:tcPr>
          <w:p w14:paraId="2E44AC8B" w14:textId="77777777" w:rsidR="00136BD0" w:rsidRDefault="00136BD0" w:rsidP="00136BD0">
            <w:pPr>
              <w:rPr>
                <w:noProof/>
              </w:rPr>
            </w:pPr>
          </w:p>
        </w:tc>
      </w:tr>
      <w:tr w:rsidR="00136BD0" w14:paraId="4672AE7A" w14:textId="77777777" w:rsidTr="00B23CA3">
        <w:trPr>
          <w:trHeight w:val="77"/>
        </w:trPr>
        <w:tc>
          <w:tcPr>
            <w:tcW w:w="1020" w:type="dxa"/>
          </w:tcPr>
          <w:p w14:paraId="51AF0FCD" w14:textId="77777777" w:rsidR="00136BD0" w:rsidRDefault="00136BD0" w:rsidP="00136BD0"/>
        </w:tc>
        <w:tc>
          <w:tcPr>
            <w:tcW w:w="2552" w:type="dxa"/>
          </w:tcPr>
          <w:p w14:paraId="43FE0862" w14:textId="77777777" w:rsidR="00136BD0" w:rsidRPr="000575AF" w:rsidRDefault="00136BD0" w:rsidP="00136BD0"/>
        </w:tc>
        <w:tc>
          <w:tcPr>
            <w:tcW w:w="823" w:type="dxa"/>
          </w:tcPr>
          <w:p w14:paraId="03947A70" w14:textId="77777777" w:rsidR="00136BD0" w:rsidRDefault="00136BD0" w:rsidP="00136BD0"/>
        </w:tc>
        <w:tc>
          <w:tcPr>
            <w:tcW w:w="3685" w:type="dxa"/>
            <w:vMerge/>
          </w:tcPr>
          <w:p w14:paraId="7229BE33" w14:textId="77777777" w:rsidR="00136BD0" w:rsidRDefault="00136BD0" w:rsidP="00136BD0"/>
        </w:tc>
      </w:tr>
      <w:tr w:rsidR="00136BD0" w14:paraId="7B9940D0" w14:textId="77777777" w:rsidTr="00F862D6">
        <w:tc>
          <w:tcPr>
            <w:tcW w:w="1020" w:type="dxa"/>
          </w:tcPr>
          <w:p w14:paraId="389C5337" w14:textId="77777777"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14:paraId="6031371A" w14:textId="77777777"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14:paraId="5B1BBD48" w14:textId="77777777" w:rsidR="00136BD0" w:rsidRDefault="00136BD0" w:rsidP="00136BD0"/>
        </w:tc>
        <w:tc>
          <w:tcPr>
            <w:tcW w:w="3685" w:type="dxa"/>
            <w:vMerge/>
          </w:tcPr>
          <w:p w14:paraId="52394F04" w14:textId="77777777" w:rsidR="00136BD0" w:rsidRDefault="00136BD0" w:rsidP="00136BD0"/>
        </w:tc>
      </w:tr>
      <w:tr w:rsidR="00136BD0" w14:paraId="71ABC10F" w14:textId="77777777" w:rsidTr="00F862D6">
        <w:tc>
          <w:tcPr>
            <w:tcW w:w="1020" w:type="dxa"/>
          </w:tcPr>
          <w:p w14:paraId="41586F23" w14:textId="77777777" w:rsidR="00136BD0" w:rsidRDefault="00136BD0" w:rsidP="00136BD0"/>
        </w:tc>
        <w:tc>
          <w:tcPr>
            <w:tcW w:w="2552" w:type="dxa"/>
          </w:tcPr>
          <w:p w14:paraId="78AC6A0D" w14:textId="77777777" w:rsidR="00136BD0" w:rsidRPr="000575AF" w:rsidRDefault="00136BD0" w:rsidP="00136BD0"/>
        </w:tc>
        <w:tc>
          <w:tcPr>
            <w:tcW w:w="823" w:type="dxa"/>
          </w:tcPr>
          <w:p w14:paraId="096D7AD9" w14:textId="77777777" w:rsidR="00136BD0" w:rsidRDefault="00136BD0" w:rsidP="00136BD0"/>
        </w:tc>
        <w:tc>
          <w:tcPr>
            <w:tcW w:w="3685" w:type="dxa"/>
            <w:vMerge/>
          </w:tcPr>
          <w:p w14:paraId="480E8FB4" w14:textId="77777777" w:rsidR="00136BD0" w:rsidRDefault="00136BD0" w:rsidP="00136BD0"/>
        </w:tc>
      </w:tr>
      <w:tr w:rsidR="00136BD0" w14:paraId="75CC1548" w14:textId="77777777" w:rsidTr="00F862D6">
        <w:tc>
          <w:tcPr>
            <w:tcW w:w="1020" w:type="dxa"/>
          </w:tcPr>
          <w:p w14:paraId="651A4007" w14:textId="77777777"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14:paraId="3B1735D1" w14:textId="77777777"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14:paraId="047874A3" w14:textId="77777777" w:rsidR="00136BD0" w:rsidRDefault="00136BD0" w:rsidP="00136BD0"/>
        </w:tc>
        <w:tc>
          <w:tcPr>
            <w:tcW w:w="3685" w:type="dxa"/>
            <w:vMerge/>
          </w:tcPr>
          <w:p w14:paraId="1C1F3F4C" w14:textId="77777777" w:rsidR="00136BD0" w:rsidRDefault="00136BD0" w:rsidP="00136BD0"/>
        </w:tc>
      </w:tr>
      <w:tr w:rsidR="00136BD0" w14:paraId="741BD29C" w14:textId="77777777" w:rsidTr="00F862D6">
        <w:tc>
          <w:tcPr>
            <w:tcW w:w="1020" w:type="dxa"/>
          </w:tcPr>
          <w:p w14:paraId="315960B8" w14:textId="77777777"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14:paraId="4CE04C88" w14:textId="77777777"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14:paraId="53E4E781" w14:textId="77777777" w:rsidR="00136BD0" w:rsidRDefault="00136BD0" w:rsidP="00136BD0"/>
        </w:tc>
        <w:tc>
          <w:tcPr>
            <w:tcW w:w="3685" w:type="dxa"/>
            <w:vMerge/>
          </w:tcPr>
          <w:p w14:paraId="0F922180" w14:textId="77777777" w:rsidR="00136BD0" w:rsidRDefault="00136BD0" w:rsidP="00136BD0"/>
        </w:tc>
      </w:tr>
      <w:tr w:rsidR="00136BD0" w14:paraId="34382B17" w14:textId="77777777" w:rsidTr="00F862D6">
        <w:tc>
          <w:tcPr>
            <w:tcW w:w="1020" w:type="dxa"/>
          </w:tcPr>
          <w:p w14:paraId="6A6BA3D4" w14:textId="77777777" w:rsidR="00136BD0" w:rsidRDefault="00136BD0" w:rsidP="00136BD0"/>
        </w:tc>
        <w:tc>
          <w:tcPr>
            <w:tcW w:w="2552" w:type="dxa"/>
          </w:tcPr>
          <w:p w14:paraId="3E78F147" w14:textId="77777777" w:rsidR="00136BD0" w:rsidRPr="003E6B9A" w:rsidRDefault="00136BD0" w:rsidP="00136BD0"/>
        </w:tc>
        <w:tc>
          <w:tcPr>
            <w:tcW w:w="823" w:type="dxa"/>
          </w:tcPr>
          <w:p w14:paraId="40CD14E6" w14:textId="77777777" w:rsidR="00136BD0" w:rsidRDefault="00136BD0" w:rsidP="00136BD0"/>
        </w:tc>
        <w:tc>
          <w:tcPr>
            <w:tcW w:w="3685" w:type="dxa"/>
          </w:tcPr>
          <w:p w14:paraId="16A788CF" w14:textId="77777777" w:rsidR="00136BD0" w:rsidRDefault="00136BD0" w:rsidP="00136BD0"/>
        </w:tc>
      </w:tr>
      <w:tr w:rsidR="00136BD0" w14:paraId="5F6D9529" w14:textId="77777777" w:rsidTr="00F862D6">
        <w:tc>
          <w:tcPr>
            <w:tcW w:w="1020" w:type="dxa"/>
          </w:tcPr>
          <w:p w14:paraId="69D9EC8A" w14:textId="77777777"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8546C82" w14:textId="0C317874" w:rsidR="00136BD0" w:rsidRPr="003E6B9A" w:rsidRDefault="00136BD0" w:rsidP="00136BD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546D2">
              <w:rPr>
                <w:noProof/>
              </w:rPr>
              <w:t>18.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9D3932B" w14:textId="77777777" w:rsidR="00136BD0" w:rsidRDefault="00136BD0" w:rsidP="00136BD0"/>
        </w:tc>
        <w:tc>
          <w:tcPr>
            <w:tcW w:w="3685" w:type="dxa"/>
          </w:tcPr>
          <w:p w14:paraId="14C1873B" w14:textId="77777777" w:rsidR="00136BD0" w:rsidRDefault="00136BD0" w:rsidP="00136BD0"/>
        </w:tc>
      </w:tr>
      <w:tr w:rsidR="00F64786" w14:paraId="69463CA5" w14:textId="77777777" w:rsidTr="00F862D6">
        <w:tc>
          <w:tcPr>
            <w:tcW w:w="1020" w:type="dxa"/>
          </w:tcPr>
          <w:p w14:paraId="0A001E9D" w14:textId="77777777" w:rsidR="00F64786" w:rsidRDefault="00F64786" w:rsidP="0077673A"/>
        </w:tc>
        <w:tc>
          <w:tcPr>
            <w:tcW w:w="2552" w:type="dxa"/>
          </w:tcPr>
          <w:p w14:paraId="41A322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A7F0F20" w14:textId="77777777" w:rsidR="00F64786" w:rsidRDefault="00F64786" w:rsidP="0077673A"/>
        </w:tc>
        <w:tc>
          <w:tcPr>
            <w:tcW w:w="3685" w:type="dxa"/>
          </w:tcPr>
          <w:p w14:paraId="6774073A" w14:textId="77777777" w:rsidR="00F64786" w:rsidRDefault="00F64786" w:rsidP="0077673A"/>
        </w:tc>
      </w:tr>
      <w:tr w:rsidR="00F862D6" w14:paraId="0F387858" w14:textId="77777777" w:rsidTr="00B45E9E">
        <w:trPr>
          <w:trHeight w:val="794"/>
        </w:trPr>
        <w:tc>
          <w:tcPr>
            <w:tcW w:w="1020" w:type="dxa"/>
          </w:tcPr>
          <w:p w14:paraId="46917A74" w14:textId="77777777" w:rsidR="00F862D6" w:rsidRDefault="00F862D6" w:rsidP="0077673A"/>
        </w:tc>
        <w:tc>
          <w:tcPr>
            <w:tcW w:w="2552" w:type="dxa"/>
          </w:tcPr>
          <w:p w14:paraId="56139F49" w14:textId="77777777" w:rsidR="00F862D6" w:rsidRDefault="00F862D6" w:rsidP="00F310F8"/>
        </w:tc>
        <w:tc>
          <w:tcPr>
            <w:tcW w:w="823" w:type="dxa"/>
          </w:tcPr>
          <w:p w14:paraId="49D2A9FB" w14:textId="77777777" w:rsidR="00F862D6" w:rsidRDefault="00F862D6" w:rsidP="0077673A"/>
        </w:tc>
        <w:tc>
          <w:tcPr>
            <w:tcW w:w="3685" w:type="dxa"/>
          </w:tcPr>
          <w:p w14:paraId="31CFE2B1" w14:textId="77777777" w:rsidR="00F862D6" w:rsidRDefault="00F862D6" w:rsidP="0077673A"/>
        </w:tc>
      </w:tr>
      <w:tr w:rsidR="00815D55" w14:paraId="4D393294" w14:textId="77777777" w:rsidTr="00B45E9E">
        <w:trPr>
          <w:trHeight w:val="794"/>
        </w:trPr>
        <w:tc>
          <w:tcPr>
            <w:tcW w:w="1020" w:type="dxa"/>
          </w:tcPr>
          <w:p w14:paraId="046D8BDC" w14:textId="77777777" w:rsidR="00815D55" w:rsidRDefault="00815D55" w:rsidP="0077673A"/>
        </w:tc>
        <w:tc>
          <w:tcPr>
            <w:tcW w:w="2552" w:type="dxa"/>
          </w:tcPr>
          <w:p w14:paraId="799B19C3" w14:textId="77777777" w:rsidR="00815D55" w:rsidRDefault="00815D55" w:rsidP="00F310F8"/>
        </w:tc>
        <w:tc>
          <w:tcPr>
            <w:tcW w:w="823" w:type="dxa"/>
          </w:tcPr>
          <w:p w14:paraId="4E383970" w14:textId="77777777" w:rsidR="00815D55" w:rsidRDefault="00815D55" w:rsidP="0077673A"/>
        </w:tc>
        <w:tc>
          <w:tcPr>
            <w:tcW w:w="3685" w:type="dxa"/>
          </w:tcPr>
          <w:p w14:paraId="5E00513B" w14:textId="77777777" w:rsidR="00815D55" w:rsidRDefault="00815D55" w:rsidP="0077673A"/>
        </w:tc>
      </w:tr>
    </w:tbl>
    <w:p w14:paraId="2656320E" w14:textId="77777777" w:rsidR="00CB7B5A" w:rsidRDefault="00CB7B5A" w:rsidP="00815D55">
      <w:pPr>
        <w:spacing w:after="0" w:line="240" w:lineRule="auto"/>
        <w:ind w:left="567" w:hanging="567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15D55" w:rsidRPr="00815D55">
        <w:rPr>
          <w:rFonts w:eastAsia="Calibri" w:cs="Times New Roman"/>
          <w:b/>
          <w:lang w:eastAsia="cs-CZ"/>
        </w:rPr>
        <w:t xml:space="preserve">Doplnění závor na přejezdech v </w:t>
      </w:r>
      <w:proofErr w:type="gramStart"/>
      <w:r w:rsidR="00815D55" w:rsidRPr="00815D55">
        <w:rPr>
          <w:rFonts w:eastAsia="Calibri" w:cs="Times New Roman"/>
          <w:b/>
          <w:lang w:eastAsia="cs-CZ"/>
        </w:rPr>
        <w:t>km 3,220</w:t>
      </w:r>
      <w:proofErr w:type="gramEnd"/>
      <w:r w:rsidR="00815D55" w:rsidRPr="00815D55">
        <w:rPr>
          <w:rFonts w:eastAsia="Calibri" w:cs="Times New Roman"/>
          <w:b/>
          <w:lang w:eastAsia="cs-CZ"/>
        </w:rPr>
        <w:t xml:space="preserve"> </w:t>
      </w:r>
      <w:r w:rsidR="00815D55">
        <w:rPr>
          <w:rFonts w:eastAsia="Calibri" w:cs="Times New Roman"/>
          <w:b/>
          <w:lang w:eastAsia="cs-CZ"/>
        </w:rPr>
        <w:t xml:space="preserve">(P 4743) a 4,952 (P 4748) trati </w:t>
      </w:r>
      <w:r w:rsidR="00815D55" w:rsidRPr="00815D55">
        <w:rPr>
          <w:rFonts w:eastAsia="Calibri" w:cs="Times New Roman"/>
          <w:b/>
          <w:lang w:eastAsia="cs-CZ"/>
        </w:rPr>
        <w:t xml:space="preserve">Martince v Krkonoších - Rokytnice nad Jizerou                                                                                                                                                                      </w:t>
      </w:r>
    </w:p>
    <w:p w14:paraId="53CB1834" w14:textId="58814569"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4A0422">
        <w:rPr>
          <w:rFonts w:eastAsia="Calibri" w:cs="Times New Roman"/>
          <w:lang w:eastAsia="cs-CZ"/>
        </w:rPr>
        <w:t>3</w:t>
      </w:r>
      <w:r w:rsidRPr="006B0280">
        <w:rPr>
          <w:rFonts w:eastAsia="Calibri" w:cs="Times New Roman"/>
          <w:lang w:eastAsia="cs-CZ"/>
        </w:rPr>
        <w:t xml:space="preserve"> </w:t>
      </w:r>
    </w:p>
    <w:p w14:paraId="316C69E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8959D8" w14:textId="77777777" w:rsidR="009546D2" w:rsidRDefault="009546D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282CD9" w14:textId="466BE6FD" w:rsidR="00CB7B5A" w:rsidRPr="00CB7B5A" w:rsidRDefault="006229C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A0422">
        <w:rPr>
          <w:rFonts w:eastAsia="Calibri" w:cs="Times New Roman"/>
          <w:b/>
          <w:lang w:eastAsia="cs-CZ"/>
        </w:rPr>
        <w:t>22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44CECA6E" w14:textId="77777777" w:rsidR="000949F4" w:rsidRDefault="000949F4" w:rsidP="006229CA">
      <w:pPr>
        <w:spacing w:after="0" w:line="240" w:lineRule="auto"/>
        <w:rPr>
          <w:rFonts w:eastAsia="Calibri" w:cs="Times New Roman"/>
          <w:lang w:eastAsia="cs-CZ"/>
        </w:rPr>
      </w:pPr>
      <w:r w:rsidRPr="000949F4">
        <w:rPr>
          <w:rFonts w:eastAsia="Calibri" w:cs="Times New Roman"/>
          <w:lang w:eastAsia="cs-CZ"/>
        </w:rPr>
        <w:t xml:space="preserve">PS 01 – PZS v </w:t>
      </w:r>
      <w:proofErr w:type="gramStart"/>
      <w:r w:rsidRPr="000949F4">
        <w:rPr>
          <w:rFonts w:eastAsia="Calibri" w:cs="Times New Roman"/>
          <w:lang w:eastAsia="cs-CZ"/>
        </w:rPr>
        <w:t>km 3,220</w:t>
      </w:r>
      <w:proofErr w:type="gramEnd"/>
      <w:r w:rsidRPr="000949F4">
        <w:rPr>
          <w:rFonts w:eastAsia="Calibri" w:cs="Times New Roman"/>
          <w:lang w:eastAsia="cs-CZ"/>
        </w:rPr>
        <w:t xml:space="preserve">: Chápeme správně, že dle přílohy D_1_1_3_PS01_0200_schema se LIS ruší v </w:t>
      </w:r>
      <w:proofErr w:type="gramStart"/>
      <w:r w:rsidRPr="000949F4">
        <w:rPr>
          <w:rFonts w:eastAsia="Calibri" w:cs="Times New Roman"/>
          <w:lang w:eastAsia="cs-CZ"/>
        </w:rPr>
        <w:t>km 2,710</w:t>
      </w:r>
      <w:proofErr w:type="gramEnd"/>
      <w:r w:rsidRPr="000949F4">
        <w:rPr>
          <w:rFonts w:eastAsia="Calibri" w:cs="Times New Roman"/>
          <w:lang w:eastAsia="cs-CZ"/>
        </w:rPr>
        <w:t>, km 3,206, km 3,231 a km 3,406, 4x2 = 8 ks? Doplní zadavatele zrušení LIS do přílohy D_1_1_3_PS01_0100_situace?</w:t>
      </w:r>
    </w:p>
    <w:p w14:paraId="6C5546F0" w14:textId="022AF392" w:rsidR="00CB7B5A" w:rsidRDefault="00CB7B5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B2F21BB" w14:textId="3B985F16" w:rsidR="00CB7B5A" w:rsidRPr="00A412E8" w:rsidRDefault="00586962" w:rsidP="00CB7B5A">
      <w:pPr>
        <w:spacing w:after="0" w:line="240" w:lineRule="auto"/>
        <w:rPr>
          <w:rFonts w:eastAsia="Calibri" w:cs="Times New Roman"/>
          <w:lang w:eastAsia="cs-CZ"/>
        </w:rPr>
      </w:pPr>
      <w:r w:rsidRPr="00A412E8">
        <w:rPr>
          <w:rFonts w:eastAsia="Calibri" w:cs="Times New Roman"/>
          <w:lang w:eastAsia="cs-CZ"/>
        </w:rPr>
        <w:t>Zrušení LIS je součástí D_1_1_3_PS01_0200_schema, současně je vyznačení o rušení LIS znázorněno v příloze C_3_1_Situace_km_1_800 - km_3_300. Nebude duplikováno do přílohy D_1_1_3_PS01_0100_situace. Potvrzujeme rušení 8ks LIS.</w:t>
      </w:r>
    </w:p>
    <w:p w14:paraId="7096B5AB" w14:textId="39B5B9AC" w:rsidR="006229CA" w:rsidRDefault="006229CA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0F7A1DE7" w14:textId="77777777" w:rsidR="009546D2" w:rsidRDefault="009546D2" w:rsidP="004A04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237E4F" w14:textId="0A7040FF" w:rsidR="004A0422" w:rsidRPr="00CB7B5A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</w:t>
      </w:r>
      <w:r w:rsidRPr="00CB7B5A">
        <w:rPr>
          <w:rFonts w:eastAsia="Calibri" w:cs="Times New Roman"/>
          <w:b/>
          <w:lang w:eastAsia="cs-CZ"/>
        </w:rPr>
        <w:t>:</w:t>
      </w:r>
    </w:p>
    <w:p w14:paraId="3D14292E" w14:textId="77777777" w:rsidR="000949F4" w:rsidRDefault="000949F4" w:rsidP="004A0422">
      <w:pPr>
        <w:spacing w:after="0" w:line="240" w:lineRule="auto"/>
        <w:rPr>
          <w:rFonts w:eastAsia="Calibri" w:cs="Times New Roman"/>
          <w:lang w:eastAsia="cs-CZ"/>
        </w:rPr>
      </w:pPr>
      <w:r w:rsidRPr="000949F4">
        <w:rPr>
          <w:rFonts w:eastAsia="Calibri" w:cs="Times New Roman"/>
          <w:lang w:eastAsia="cs-CZ"/>
        </w:rPr>
        <w:t xml:space="preserve">PS 01 – PZS v </w:t>
      </w:r>
      <w:proofErr w:type="gramStart"/>
      <w:r w:rsidRPr="000949F4">
        <w:rPr>
          <w:rFonts w:eastAsia="Calibri" w:cs="Times New Roman"/>
          <w:lang w:eastAsia="cs-CZ"/>
        </w:rPr>
        <w:t>km 3,220</w:t>
      </w:r>
      <w:proofErr w:type="gramEnd"/>
      <w:r w:rsidRPr="000949F4">
        <w:rPr>
          <w:rFonts w:eastAsia="Calibri" w:cs="Times New Roman"/>
          <w:lang w:eastAsia="cs-CZ"/>
        </w:rPr>
        <w:t>: V TZ se uvádí, že bude zřízená bezstyková kolej. V jaké délce má být zřízená? Dále se ptáme na zrušení bezstykové koleje před demontáži LIS, v jaké délce/délkách má být zrušená. Ve výkazu práce chybí položka pro ocenění zrušení a zřízení BK, doplní zadavatel?</w:t>
      </w:r>
    </w:p>
    <w:p w14:paraId="79B8C254" w14:textId="7CB4BF19" w:rsidR="004A0422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0040721" w14:textId="409ECA6D" w:rsidR="004A0422" w:rsidRPr="00A412E8" w:rsidRDefault="001C72C2" w:rsidP="004A0422">
      <w:pPr>
        <w:spacing w:after="0" w:line="240" w:lineRule="auto"/>
        <w:rPr>
          <w:rFonts w:eastAsia="Calibri" w:cs="Times New Roman"/>
          <w:lang w:eastAsia="cs-CZ"/>
        </w:rPr>
      </w:pPr>
      <w:r w:rsidRPr="00A412E8">
        <w:rPr>
          <w:rFonts w:eastAsia="Calibri" w:cs="Times New Roman"/>
          <w:lang w:eastAsia="cs-CZ"/>
        </w:rPr>
        <w:t>Opraveno v TZ, nejedná se o zřízení bezstykové koleje ve smyslu předpisu S3/2, jelikož ve stávajícím stavu bezstyková kolej v úseku není zřízena</w:t>
      </w:r>
      <w:r w:rsidR="00973571" w:rsidRPr="00A412E8">
        <w:rPr>
          <w:rFonts w:eastAsia="Calibri" w:cs="Times New Roman"/>
          <w:lang w:eastAsia="cs-CZ"/>
        </w:rPr>
        <w:t xml:space="preserve"> (jedná se o stykovanou kolej)</w:t>
      </w:r>
      <w:r w:rsidRPr="00A412E8">
        <w:rPr>
          <w:rFonts w:eastAsia="Calibri" w:cs="Times New Roman"/>
          <w:lang w:eastAsia="cs-CZ"/>
        </w:rPr>
        <w:t xml:space="preserve">. Jedná se pouze o demontáž LIS a nahrazení vložkou délky 5 m, </w:t>
      </w:r>
      <w:r w:rsidR="00973571" w:rsidRPr="00A412E8">
        <w:rPr>
          <w:rFonts w:eastAsia="Calibri" w:cs="Times New Roman"/>
          <w:lang w:eastAsia="cs-CZ"/>
        </w:rPr>
        <w:t xml:space="preserve">která bude </w:t>
      </w:r>
      <w:proofErr w:type="spellStart"/>
      <w:r w:rsidR="00973571" w:rsidRPr="00A412E8">
        <w:rPr>
          <w:rFonts w:eastAsia="Calibri" w:cs="Times New Roman"/>
          <w:lang w:eastAsia="cs-CZ"/>
        </w:rPr>
        <w:t>vevařena</w:t>
      </w:r>
      <w:proofErr w:type="spellEnd"/>
      <w:r w:rsidR="00973571" w:rsidRPr="00A412E8">
        <w:rPr>
          <w:rFonts w:eastAsia="Calibri" w:cs="Times New Roman"/>
          <w:lang w:eastAsia="cs-CZ"/>
        </w:rPr>
        <w:t xml:space="preserve"> do stávajícího kolejového roštu, </w:t>
      </w:r>
      <w:r w:rsidRPr="00A412E8">
        <w:rPr>
          <w:rFonts w:eastAsia="Calibri" w:cs="Times New Roman"/>
          <w:lang w:eastAsia="cs-CZ"/>
        </w:rPr>
        <w:t xml:space="preserve">položky </w:t>
      </w:r>
      <w:r w:rsidR="005B5939" w:rsidRPr="00A412E8">
        <w:rPr>
          <w:rFonts w:eastAsia="Calibri" w:cs="Times New Roman"/>
          <w:lang w:eastAsia="cs-CZ"/>
        </w:rPr>
        <w:t xml:space="preserve">č. </w:t>
      </w:r>
      <w:r w:rsidRPr="00A412E8">
        <w:rPr>
          <w:rFonts w:eastAsia="Calibri" w:cs="Times New Roman"/>
          <w:lang w:eastAsia="cs-CZ"/>
        </w:rPr>
        <w:t>79 až 83.</w:t>
      </w:r>
    </w:p>
    <w:p w14:paraId="0B325A0B" w14:textId="451DE6B7" w:rsidR="006229CA" w:rsidRDefault="006229CA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DF0E6F7" w14:textId="77777777" w:rsidR="009546D2" w:rsidRDefault="009546D2" w:rsidP="004A04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259463" w14:textId="40F54F52" w:rsidR="004A0422" w:rsidRPr="00CB7B5A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</w:t>
      </w:r>
      <w:r w:rsidRPr="00CB7B5A">
        <w:rPr>
          <w:rFonts w:eastAsia="Calibri" w:cs="Times New Roman"/>
          <w:b/>
          <w:lang w:eastAsia="cs-CZ"/>
        </w:rPr>
        <w:t>:</w:t>
      </w:r>
    </w:p>
    <w:p w14:paraId="7AEF51D5" w14:textId="77777777" w:rsidR="000949F4" w:rsidRDefault="000949F4" w:rsidP="004A0422">
      <w:pPr>
        <w:spacing w:after="0" w:line="240" w:lineRule="auto"/>
        <w:rPr>
          <w:rFonts w:eastAsia="Calibri" w:cs="Times New Roman"/>
          <w:lang w:eastAsia="cs-CZ"/>
        </w:rPr>
      </w:pPr>
      <w:r w:rsidRPr="000949F4">
        <w:rPr>
          <w:rFonts w:eastAsia="Calibri" w:cs="Times New Roman"/>
          <w:lang w:eastAsia="cs-CZ"/>
        </w:rPr>
        <w:t xml:space="preserve">PS 01 – PZS v </w:t>
      </w:r>
      <w:proofErr w:type="gramStart"/>
      <w:r w:rsidRPr="000949F4">
        <w:rPr>
          <w:rFonts w:eastAsia="Calibri" w:cs="Times New Roman"/>
          <w:lang w:eastAsia="cs-CZ"/>
        </w:rPr>
        <w:t>km 3,220</w:t>
      </w:r>
      <w:proofErr w:type="gramEnd"/>
      <w:r w:rsidRPr="000949F4">
        <w:rPr>
          <w:rFonts w:eastAsia="Calibri" w:cs="Times New Roman"/>
          <w:lang w:eastAsia="cs-CZ"/>
        </w:rPr>
        <w:t>: Požaduje zadavatel výměnu drobného kolejiva (podložky, upevnění) v místech kolejnicových vložek za zrušené LIS? V jakém rozsahu? Žádáme taky informaci, jaký typ upevnění a rozdělení pražců je v daných úsecích koleje.</w:t>
      </w:r>
    </w:p>
    <w:p w14:paraId="4BF71A2B" w14:textId="088BEC27" w:rsidR="004A0422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1B3B4EB" w14:textId="10D3D03E" w:rsidR="004A0422" w:rsidRPr="00A412E8" w:rsidRDefault="005B5939" w:rsidP="004A0422">
      <w:pPr>
        <w:spacing w:after="0" w:line="240" w:lineRule="auto"/>
        <w:rPr>
          <w:rFonts w:eastAsia="Calibri" w:cs="Times New Roman"/>
          <w:lang w:eastAsia="cs-CZ"/>
        </w:rPr>
      </w:pPr>
      <w:r w:rsidRPr="00A412E8">
        <w:rPr>
          <w:rFonts w:eastAsia="Calibri" w:cs="Times New Roman"/>
          <w:lang w:eastAsia="cs-CZ"/>
        </w:rPr>
        <w:t>Zadavatel nepožaduje výměnu drobného kolejiva v místě kolejnicových vložek, dojde pouze k odstranění LIS a nahrazení kolejnicovou vložkou, položka č. 79. Stávající kolejový rošt, kolejnice tvaru S49, tuhé upevnění na betonových pražcích.</w:t>
      </w:r>
    </w:p>
    <w:p w14:paraId="2728D106" w14:textId="30D15CF9" w:rsidR="004A0422" w:rsidRDefault="004A0422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6670311" w14:textId="77777777" w:rsidR="009546D2" w:rsidRDefault="009546D2" w:rsidP="004A04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B69604" w14:textId="73FF5B85" w:rsidR="004A0422" w:rsidRPr="00CB7B5A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</w:t>
      </w:r>
      <w:r w:rsidRPr="00CB7B5A">
        <w:rPr>
          <w:rFonts w:eastAsia="Calibri" w:cs="Times New Roman"/>
          <w:b/>
          <w:lang w:eastAsia="cs-CZ"/>
        </w:rPr>
        <w:t>:</w:t>
      </w:r>
    </w:p>
    <w:p w14:paraId="1ED83E06" w14:textId="77777777" w:rsidR="000949F4" w:rsidRDefault="000949F4" w:rsidP="004A0422">
      <w:pPr>
        <w:spacing w:after="0" w:line="240" w:lineRule="auto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PS 02 – PZS v km 4,952: Chápeme správně, že dle přílohy D_1_1_3_PS02_0200_schema se LIS ruší v km 4,145, km 4,932, km 4,975 a km 5,761, 4x2 = 8 ks? Doplní zadavatele zrušení LIS do přílohy D_1_1_3_PS02_0101_situace a D_1_1_3_PS02_0102_situace?</w:t>
      </w:r>
    </w:p>
    <w:p w14:paraId="60155CB1" w14:textId="61734984" w:rsidR="004A0422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D3D8613" w14:textId="30C5D58A" w:rsidR="005B5939" w:rsidRPr="00A412E8" w:rsidRDefault="005B5939" w:rsidP="005B5939">
      <w:pPr>
        <w:spacing w:after="0" w:line="240" w:lineRule="auto"/>
        <w:rPr>
          <w:rFonts w:eastAsia="Calibri" w:cs="Times New Roman"/>
          <w:lang w:eastAsia="cs-CZ"/>
        </w:rPr>
      </w:pPr>
      <w:r w:rsidRPr="00A412E8">
        <w:rPr>
          <w:rFonts w:eastAsia="Calibri" w:cs="Times New Roman"/>
          <w:lang w:eastAsia="cs-CZ"/>
        </w:rPr>
        <w:lastRenderedPageBreak/>
        <w:t>Zrušení LIS je součástí D_1_1_3_PS0</w:t>
      </w:r>
      <w:r w:rsidR="00CB73DD" w:rsidRPr="00A412E8">
        <w:rPr>
          <w:rFonts w:eastAsia="Calibri" w:cs="Times New Roman"/>
          <w:lang w:eastAsia="cs-CZ"/>
        </w:rPr>
        <w:t>2</w:t>
      </w:r>
      <w:r w:rsidRPr="00A412E8">
        <w:rPr>
          <w:rFonts w:eastAsia="Calibri" w:cs="Times New Roman"/>
          <w:lang w:eastAsia="cs-CZ"/>
        </w:rPr>
        <w:t xml:space="preserve">_0200_schema, současně je vyznačení o rušení LIS znázorněno v příloze </w:t>
      </w:r>
      <w:r w:rsidR="00CB73DD" w:rsidRPr="00A412E8">
        <w:rPr>
          <w:rFonts w:eastAsia="Calibri" w:cs="Times New Roman"/>
          <w:lang w:eastAsia="cs-CZ"/>
        </w:rPr>
        <w:t>C_3_2_Situace_km_3_300 - km_4_400 a C_3_3_Situace_km_4_400 - km_5_600</w:t>
      </w:r>
      <w:r w:rsidRPr="00A412E8">
        <w:rPr>
          <w:rFonts w:eastAsia="Calibri" w:cs="Times New Roman"/>
          <w:lang w:eastAsia="cs-CZ"/>
        </w:rPr>
        <w:t xml:space="preserve">. Nebude duplikováno do přílohy </w:t>
      </w:r>
      <w:r w:rsidR="00CB73DD" w:rsidRPr="00A412E8">
        <w:rPr>
          <w:rFonts w:eastAsia="Calibri" w:cs="Times New Roman"/>
          <w:lang w:eastAsia="cs-CZ"/>
        </w:rPr>
        <w:t>D_1_1_3_PS02_0101_situace a D_1_1_3_PS02_0102_situace</w:t>
      </w:r>
      <w:r w:rsidRPr="00A412E8">
        <w:rPr>
          <w:rFonts w:eastAsia="Calibri" w:cs="Times New Roman"/>
          <w:lang w:eastAsia="cs-CZ"/>
        </w:rPr>
        <w:t>. Potvrzujeme rušení 8ks LIS.</w:t>
      </w:r>
    </w:p>
    <w:p w14:paraId="29B80279" w14:textId="77777777" w:rsidR="009546D2" w:rsidRDefault="009546D2" w:rsidP="004A04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FF4C9B" w14:textId="77777777" w:rsidR="009546D2" w:rsidRDefault="009546D2" w:rsidP="004A04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76067B" w14:textId="2FCF626A" w:rsidR="004A0422" w:rsidRPr="00CB7B5A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</w:t>
      </w:r>
      <w:r w:rsidRPr="00CB7B5A">
        <w:rPr>
          <w:rFonts w:eastAsia="Calibri" w:cs="Times New Roman"/>
          <w:b/>
          <w:lang w:eastAsia="cs-CZ"/>
        </w:rPr>
        <w:t>:</w:t>
      </w:r>
    </w:p>
    <w:p w14:paraId="775CBCD2" w14:textId="77777777" w:rsidR="000949F4" w:rsidRDefault="000949F4" w:rsidP="004A0422">
      <w:pPr>
        <w:spacing w:after="0" w:line="240" w:lineRule="auto"/>
        <w:rPr>
          <w:rFonts w:eastAsia="Calibri" w:cs="Times New Roman"/>
          <w:lang w:eastAsia="cs-CZ"/>
        </w:rPr>
      </w:pPr>
      <w:r w:rsidRPr="000949F4">
        <w:rPr>
          <w:rFonts w:eastAsia="Calibri" w:cs="Times New Roman"/>
          <w:lang w:eastAsia="cs-CZ"/>
        </w:rPr>
        <w:t>PS 02 – PZS v km 4,952: V TZ se uvádí, že bude zřízená bezstyková kolej. V jaké délce má být zřízená? Dále se ptáme na zrušení bezstykové koleje před demontáži LIS, v jaké délce/délkách má být zrušená. Ve výkazu práce chybí položka pro ocenění zrušení a zřízení BK, doplní zadavatel?</w:t>
      </w:r>
    </w:p>
    <w:p w14:paraId="1EE1D1DC" w14:textId="629E8B8E" w:rsidR="004A0422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ECC9DDD" w14:textId="25AB5EEB" w:rsidR="00630E43" w:rsidRPr="00A412E8" w:rsidRDefault="00630E43" w:rsidP="00630E43">
      <w:pPr>
        <w:spacing w:after="0" w:line="240" w:lineRule="auto"/>
        <w:rPr>
          <w:rFonts w:eastAsia="Calibri" w:cs="Times New Roman"/>
          <w:lang w:eastAsia="cs-CZ"/>
        </w:rPr>
      </w:pPr>
      <w:r w:rsidRPr="00A412E8">
        <w:rPr>
          <w:rFonts w:eastAsia="Calibri" w:cs="Times New Roman"/>
          <w:lang w:eastAsia="cs-CZ"/>
        </w:rPr>
        <w:t xml:space="preserve">Opraveno v TZ, nejedná se o zřízení bezstykové koleje ve smyslu předpisu S3/2, jelikož ve stávajícím stavu bezstyková kolej v úseku není zřízena (jedná se o stykovanou kolej). Jedná se pouze o demontáž LIS a nahrazení vložkou délky 5 m, která bude </w:t>
      </w:r>
      <w:proofErr w:type="spellStart"/>
      <w:r w:rsidRPr="00A412E8">
        <w:rPr>
          <w:rFonts w:eastAsia="Calibri" w:cs="Times New Roman"/>
          <w:lang w:eastAsia="cs-CZ"/>
        </w:rPr>
        <w:t>vevařena</w:t>
      </w:r>
      <w:proofErr w:type="spellEnd"/>
      <w:r w:rsidRPr="00A412E8">
        <w:rPr>
          <w:rFonts w:eastAsia="Calibri" w:cs="Times New Roman"/>
          <w:lang w:eastAsia="cs-CZ"/>
        </w:rPr>
        <w:t xml:space="preserve"> do stávajícího kolejového roštu, položky č. 100 až 104.</w:t>
      </w:r>
    </w:p>
    <w:p w14:paraId="558EE3DD" w14:textId="3776177D" w:rsidR="004A0422" w:rsidRDefault="004A0422" w:rsidP="004A042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3D3C39F" w14:textId="77777777" w:rsidR="009546D2" w:rsidRDefault="009546D2" w:rsidP="004A04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C885AD" w14:textId="5014A2F0" w:rsidR="004A0422" w:rsidRPr="00CB7B5A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27</w:t>
      </w:r>
      <w:r w:rsidRPr="00CB7B5A">
        <w:rPr>
          <w:rFonts w:eastAsia="Calibri" w:cs="Times New Roman"/>
          <w:b/>
          <w:lang w:eastAsia="cs-CZ"/>
        </w:rPr>
        <w:t>:</w:t>
      </w:r>
    </w:p>
    <w:p w14:paraId="1C8906C8" w14:textId="77777777" w:rsidR="000949F4" w:rsidRDefault="000949F4" w:rsidP="004A0422">
      <w:pPr>
        <w:spacing w:after="0" w:line="240" w:lineRule="auto"/>
        <w:rPr>
          <w:rFonts w:eastAsia="Calibri" w:cs="Times New Roman"/>
          <w:lang w:eastAsia="cs-CZ"/>
        </w:rPr>
      </w:pPr>
      <w:r w:rsidRPr="000949F4">
        <w:rPr>
          <w:rFonts w:eastAsia="Calibri" w:cs="Times New Roman"/>
          <w:lang w:eastAsia="cs-CZ"/>
        </w:rPr>
        <w:t>PS 02 – PZS v km 4,952: Požaduje zadavatel výměnu drobného kolejiva (podložky, upevnění) v místech kolejnicových vložek za zrušené LIS? V jakém rozsahu? Žádáme taky informaci, jaký typ upevnění a rozdělení pražců je v daných úsecích koleje.</w:t>
      </w:r>
    </w:p>
    <w:p w14:paraId="3804091A" w14:textId="0F828084" w:rsidR="004A0422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96CF577" w14:textId="4D6FDA20" w:rsidR="00630E43" w:rsidRPr="00A412E8" w:rsidRDefault="00630E43" w:rsidP="00630E43">
      <w:pPr>
        <w:spacing w:after="0" w:line="240" w:lineRule="auto"/>
        <w:rPr>
          <w:rFonts w:eastAsia="Calibri" w:cs="Times New Roman"/>
          <w:lang w:eastAsia="cs-CZ"/>
        </w:rPr>
      </w:pPr>
      <w:r w:rsidRPr="00A412E8">
        <w:rPr>
          <w:rFonts w:eastAsia="Calibri" w:cs="Times New Roman"/>
          <w:lang w:eastAsia="cs-CZ"/>
        </w:rPr>
        <w:t>Zadavatel nepožaduje výměnu drobného kolejiva v místě kolejnicových vložek, dojde pouze k odstranění LIS a nahrazení kolejnicovou vložkou, položka č. 100. Stávající kolejový rošt, kolejnice tvaru S49, tuhé upevnění na betonových pražcích.</w:t>
      </w:r>
    </w:p>
    <w:p w14:paraId="4014DD08" w14:textId="77777777" w:rsidR="004A0422" w:rsidRDefault="004A0422" w:rsidP="004A042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91BECE9" w14:textId="77777777" w:rsidR="009546D2" w:rsidRDefault="009546D2" w:rsidP="004A04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704AE1" w14:textId="3A786DE0" w:rsidR="004A0422" w:rsidRPr="00CB7B5A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28</w:t>
      </w:r>
      <w:r w:rsidRPr="00CB7B5A">
        <w:rPr>
          <w:rFonts w:eastAsia="Calibri" w:cs="Times New Roman"/>
          <w:b/>
          <w:lang w:eastAsia="cs-CZ"/>
        </w:rPr>
        <w:t>:</w:t>
      </w:r>
    </w:p>
    <w:p w14:paraId="5EB4A297" w14:textId="77777777" w:rsidR="000949F4" w:rsidRDefault="000949F4" w:rsidP="004A0422">
      <w:pPr>
        <w:spacing w:after="0" w:line="240" w:lineRule="auto"/>
        <w:rPr>
          <w:rFonts w:eastAsia="Calibri" w:cs="Times New Roman"/>
          <w:lang w:eastAsia="cs-CZ"/>
        </w:rPr>
      </w:pPr>
      <w:r w:rsidRPr="000949F4">
        <w:rPr>
          <w:rFonts w:eastAsia="Calibri" w:cs="Times New Roman"/>
          <w:lang w:eastAsia="cs-CZ"/>
        </w:rPr>
        <w:t>PS 02 – PZS v km 4,952: Poskytne zadavatel k položkám č. 76, 77 a 78 bližší informace? V TZ jsme žádné informace nenašli, ani ve výkresech.</w:t>
      </w:r>
    </w:p>
    <w:p w14:paraId="6EF4E8C4" w14:textId="7DAFDCC0" w:rsidR="004A0422" w:rsidRDefault="004A0422" w:rsidP="004A042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49292CD" w14:textId="1B6F18AB" w:rsidR="004A0422" w:rsidRDefault="00AB6E92" w:rsidP="004A0422">
      <w:pPr>
        <w:spacing w:after="0" w:line="240" w:lineRule="auto"/>
        <w:rPr>
          <w:rFonts w:eastAsia="Calibri" w:cs="Times New Roman"/>
          <w:lang w:eastAsia="cs-CZ"/>
        </w:rPr>
      </w:pPr>
      <w:r w:rsidRPr="00A412E8">
        <w:rPr>
          <w:rFonts w:eastAsia="Calibri" w:cs="Times New Roman"/>
          <w:lang w:eastAsia="cs-CZ"/>
        </w:rPr>
        <w:t>U přejezdu v ev. km 4,952 je částečně vedena nová trasa ve stávajícím chodníku (k výstražníku „C“)</w:t>
      </w:r>
      <w:r w:rsidR="00F77903" w:rsidRPr="00A412E8">
        <w:rPr>
          <w:rFonts w:eastAsia="Calibri" w:cs="Times New Roman"/>
          <w:lang w:eastAsia="cs-CZ"/>
        </w:rPr>
        <w:t xml:space="preserve"> podél stávající opěrné zdi</w:t>
      </w:r>
      <w:r w:rsidRPr="00A412E8">
        <w:rPr>
          <w:rFonts w:eastAsia="Calibri" w:cs="Times New Roman"/>
          <w:lang w:eastAsia="cs-CZ"/>
        </w:rPr>
        <w:t>, který je umístěn vpravo před přejezdem ve směru staničení koleje. Chodníková část je tvořena z asfaltového krytu, z tohoto důvodu jsou do výkazu zařazeny položky 76 až 78.</w:t>
      </w:r>
    </w:p>
    <w:p w14:paraId="10120767" w14:textId="290F1BC3" w:rsidR="00703A41" w:rsidRDefault="00703A41" w:rsidP="004A0422">
      <w:pPr>
        <w:spacing w:after="0" w:line="240" w:lineRule="auto"/>
        <w:rPr>
          <w:rFonts w:eastAsia="Calibri" w:cs="Times New Roman"/>
          <w:lang w:eastAsia="cs-CZ"/>
        </w:rPr>
      </w:pPr>
    </w:p>
    <w:p w14:paraId="02E3248B" w14:textId="77777777" w:rsidR="009546D2" w:rsidRDefault="009546D2" w:rsidP="00703A4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3E23EC" w14:textId="0E9EF329" w:rsidR="00703A41" w:rsidRPr="00CB7B5A" w:rsidRDefault="00703A41" w:rsidP="00703A4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2A12C5"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01F4CA63" w14:textId="2E37E2AB" w:rsidR="00703A41" w:rsidRDefault="00703A41" w:rsidP="00703A41">
      <w:pPr>
        <w:spacing w:after="0" w:line="240" w:lineRule="auto"/>
        <w:rPr>
          <w:rFonts w:eastAsia="Calibri" w:cs="Times New Roman"/>
          <w:lang w:eastAsia="cs-CZ"/>
        </w:rPr>
      </w:pPr>
      <w:r w:rsidRPr="00703A41">
        <w:rPr>
          <w:rFonts w:eastAsia="Calibri" w:cs="Times New Roman"/>
          <w:lang w:eastAsia="cs-CZ"/>
        </w:rPr>
        <w:t xml:space="preserve">PS 01 – PZS v </w:t>
      </w:r>
      <w:proofErr w:type="gramStart"/>
      <w:r w:rsidRPr="00703A41">
        <w:rPr>
          <w:rFonts w:eastAsia="Calibri" w:cs="Times New Roman"/>
          <w:lang w:eastAsia="cs-CZ"/>
        </w:rPr>
        <w:t>km 3,220</w:t>
      </w:r>
      <w:proofErr w:type="gramEnd"/>
      <w:r w:rsidRPr="00703A41">
        <w:rPr>
          <w:rFonts w:eastAsia="Calibri" w:cs="Times New Roman"/>
          <w:lang w:eastAsia="cs-CZ"/>
        </w:rPr>
        <w:t xml:space="preserve"> + PS 02 – PZS v km 4,952: V PD u obou PS je navržena betonová dlažba rozměru 1000x500x80 mm, chodník kolem RD. Dle nabídek dodavatelů betonových dlažeb je možné u rozměru 1000x500 mm dodat tloušťku dlažby pouze 120 mm.</w:t>
      </w:r>
      <w:r w:rsidRPr="00703A41">
        <w:rPr>
          <w:rFonts w:eastAsia="Calibri" w:cs="Times New Roman"/>
          <w:lang w:eastAsia="cs-CZ"/>
        </w:rPr>
        <w:br/>
        <w:t>a) Bude zadavatel akceptovat pro chodník kolem RD rozměr dlažby 1000x500x120 mm? Navýší se pak tloušťka zásypu ŠD fr.8/16 mm na fólii z 0,08 m na 0,12 m – položka č. 7?</w:t>
      </w:r>
      <w:r w:rsidRPr="00703A41">
        <w:rPr>
          <w:rFonts w:eastAsia="Calibri" w:cs="Times New Roman"/>
          <w:lang w:eastAsia="cs-CZ"/>
        </w:rPr>
        <w:br/>
        <w:t>b) Nebo bude zadavatel akceptovat menší rozměr dlažby s tím, že bude zachována tloušťka dlažby 80 mm? V tomto případě se ptáme, jaký rozměr dlažby to má být?</w:t>
      </w:r>
      <w:r w:rsidRPr="000949F4">
        <w:rPr>
          <w:rFonts w:eastAsia="Calibri" w:cs="Times New Roman"/>
          <w:lang w:eastAsia="cs-CZ"/>
        </w:rPr>
        <w:t>.</w:t>
      </w:r>
    </w:p>
    <w:p w14:paraId="2704ED8B" w14:textId="574E6CDA" w:rsidR="00703A41" w:rsidRDefault="00703A41" w:rsidP="00703A4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6B2D5DD" w14:textId="2692F7C7" w:rsidR="00703A41" w:rsidRDefault="002A12C5" w:rsidP="00703A4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ascii="Verdana" w:eastAsia="Calibri" w:hAnsi="Verdana" w:cs="Times New Roman"/>
          <w:color w:val="000000"/>
          <w:sz w:val="20"/>
          <w:szCs w:val="20"/>
        </w:rPr>
        <w:t xml:space="preserve">Zadavatel trvá na podání nabídky v souladu s projektovou dokumentací, která je součástí zveřejněné zadávací dokumentace. Případné změny stavby v rámci realizace budou řešeny formou změnového řízení s ohledem na aktuální situaci.  </w:t>
      </w:r>
    </w:p>
    <w:p w14:paraId="6D5805FE" w14:textId="7328C5D4" w:rsidR="004A0422" w:rsidRDefault="004A0422" w:rsidP="004A042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E3A5624" w14:textId="77777777" w:rsidR="009546D2" w:rsidRDefault="009546D2" w:rsidP="004A042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967238F" w14:textId="02ADFB3F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A412E8">
        <w:rPr>
          <w:rFonts w:eastAsia="Times New Roman" w:cs="Times New Roman"/>
          <w:lang w:eastAsia="cs-CZ"/>
        </w:rPr>
        <w:t xml:space="preserve">provedeny </w:t>
      </w:r>
      <w:r w:rsidRPr="00A412E8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="000949F4">
        <w:rPr>
          <w:rFonts w:eastAsia="Times New Roman" w:cs="Times New Roman"/>
          <w:lang w:eastAsia="cs-CZ"/>
        </w:rPr>
        <w:t>27. 5. 2022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0B7DDC">
        <w:rPr>
          <w:rFonts w:eastAsia="Times New Roman" w:cs="Times New Roman"/>
          <w:lang w:eastAsia="cs-CZ"/>
        </w:rPr>
        <w:br/>
      </w:r>
      <w:r w:rsidR="00A412E8">
        <w:rPr>
          <w:rFonts w:eastAsia="Times New Roman" w:cs="Times New Roman"/>
          <w:lang w:eastAsia="cs-CZ"/>
        </w:rPr>
        <w:t>31</w:t>
      </w:r>
      <w:r w:rsidR="000949F4">
        <w:rPr>
          <w:rFonts w:eastAsia="Times New Roman" w:cs="Times New Roman"/>
          <w:lang w:eastAsia="cs-CZ"/>
        </w:rPr>
        <w:t>.</w:t>
      </w:r>
      <w:r w:rsidR="00A412E8">
        <w:rPr>
          <w:rFonts w:eastAsia="Times New Roman" w:cs="Times New Roman"/>
          <w:lang w:eastAsia="cs-CZ"/>
        </w:rPr>
        <w:t xml:space="preserve"> </w:t>
      </w:r>
      <w:r w:rsidR="000949F4">
        <w:rPr>
          <w:rFonts w:eastAsia="Times New Roman" w:cs="Times New Roman"/>
          <w:lang w:eastAsia="cs-CZ"/>
        </w:rPr>
        <w:t>5.</w:t>
      </w:r>
      <w:r w:rsidR="00A412E8">
        <w:rPr>
          <w:rFonts w:eastAsia="Times New Roman" w:cs="Times New Roman"/>
          <w:lang w:eastAsia="cs-CZ"/>
        </w:rPr>
        <w:t xml:space="preserve"> </w:t>
      </w:r>
      <w:r w:rsidR="000949F4">
        <w:rPr>
          <w:rFonts w:eastAsia="Times New Roman" w:cs="Times New Roman"/>
          <w:lang w:eastAsia="cs-CZ"/>
        </w:rPr>
        <w:t>2022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2119A9AB" w14:textId="37D2D7F5" w:rsidR="006229CA" w:rsidRDefault="006229C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EB3B2E3" w14:textId="77777777" w:rsidR="009546D2" w:rsidRDefault="009546D2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987EBA1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412E8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1C318B5" w14:textId="77777777" w:rsidR="009546D2" w:rsidRDefault="009546D2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929B0AD" w14:textId="77777777" w:rsidR="009546D2" w:rsidRDefault="009546D2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FC82415" w14:textId="77777777" w:rsidR="009546D2" w:rsidRDefault="009546D2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E51765" w14:textId="77777777" w:rsidR="009546D2" w:rsidRDefault="009546D2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E78D613" w14:textId="38C93438" w:rsidR="00CB7B5A" w:rsidRPr="00A412E8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412E8">
        <w:rPr>
          <w:rFonts w:eastAsia="Calibri" w:cs="Times New Roman"/>
          <w:b/>
          <w:bCs/>
          <w:lang w:eastAsia="cs-CZ"/>
        </w:rPr>
        <w:t xml:space="preserve">Příloha: </w:t>
      </w:r>
    </w:p>
    <w:p w14:paraId="419CD565" w14:textId="0A5676AC" w:rsidR="00CB7B5A" w:rsidRPr="00A412E8" w:rsidRDefault="00A412E8" w:rsidP="00CB7B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12E8">
        <w:rPr>
          <w:rFonts w:eastAsia="Calibri" w:cs="Times New Roman"/>
          <w:bCs/>
          <w:lang w:eastAsia="cs-CZ"/>
        </w:rPr>
        <w:t>D_1_1_3_PS01_0001_P4743_TZ_18_05_22</w:t>
      </w:r>
    </w:p>
    <w:p w14:paraId="32135E08" w14:textId="677B8AD2" w:rsidR="00A412E8" w:rsidRPr="00A412E8" w:rsidRDefault="00A412E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412E8">
        <w:rPr>
          <w:rFonts w:eastAsia="Calibri" w:cs="Times New Roman"/>
          <w:lang w:eastAsia="cs-CZ"/>
        </w:rPr>
        <w:t>D_1_1_3_PS02_0001_P4748_TZ_18_05_22</w:t>
      </w:r>
    </w:p>
    <w:p w14:paraId="51CD0BBC" w14:textId="7DD90D75" w:rsidR="000B7DDC" w:rsidRDefault="000B7DD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E64754" w14:textId="77777777" w:rsidR="009546D2" w:rsidRDefault="009546D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B3B7A0" w14:textId="0E3AC25D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0B7DDC">
        <w:rPr>
          <w:rFonts w:eastAsia="Calibri" w:cs="Times New Roman"/>
          <w:lang w:eastAsia="cs-CZ"/>
        </w:rPr>
        <w:t>18. 5. 2022</w:t>
      </w:r>
    </w:p>
    <w:p w14:paraId="7F3F24D3" w14:textId="584D8EE7" w:rsidR="000B7DDC" w:rsidRDefault="000B7DD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9849F1" w14:textId="74EBBF31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12C220" w14:textId="77777777" w:rsidR="009546D2" w:rsidRPr="00CB7B5A" w:rsidRDefault="009546D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4B59941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6923135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176A0B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F00338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B63DB56" w14:textId="131146D5" w:rsidR="00CC1E2B" w:rsidRDefault="00CB7B5A" w:rsidP="009546D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BF1D7" w14:textId="77777777" w:rsidR="009D5B31" w:rsidRDefault="009D5B31" w:rsidP="00962258">
      <w:pPr>
        <w:spacing w:after="0" w:line="240" w:lineRule="auto"/>
      </w:pPr>
      <w:r>
        <w:separator/>
      </w:r>
    </w:p>
  </w:endnote>
  <w:endnote w:type="continuationSeparator" w:id="0">
    <w:p w14:paraId="473DB5B1" w14:textId="77777777" w:rsidR="009D5B31" w:rsidRDefault="009D5B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AAE42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A17A97" w14:textId="40D6F79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46D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46D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8C43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5BCC8F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675F0FC" w14:textId="77777777" w:rsidR="00F1715C" w:rsidRDefault="00F1715C" w:rsidP="00D831A3">
          <w:pPr>
            <w:pStyle w:val="Zpat"/>
          </w:pPr>
        </w:p>
      </w:tc>
    </w:tr>
  </w:tbl>
  <w:p w14:paraId="27FFF9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5E00E9B" wp14:editId="0F9D29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416729" wp14:editId="371F52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48D231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0BF4A6" w14:textId="6875495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46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46D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B55A19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24E4A1A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7D72D4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7AB0F6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8799FF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CFB2C5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ADFC18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50FD79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BCEB89D" w14:textId="77777777" w:rsidR="00490C88" w:rsidRDefault="00490C88" w:rsidP="00331004">
          <w:pPr>
            <w:pStyle w:val="Zpat"/>
          </w:pPr>
        </w:p>
      </w:tc>
    </w:tr>
  </w:tbl>
  <w:p w14:paraId="058740A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EDB1734" wp14:editId="2615E1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068CF80" wp14:editId="3FED38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0C9369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2B6B1" w14:textId="77777777" w:rsidR="009D5B31" w:rsidRDefault="009D5B31" w:rsidP="00962258">
      <w:pPr>
        <w:spacing w:after="0" w:line="240" w:lineRule="auto"/>
      </w:pPr>
      <w:r>
        <w:separator/>
      </w:r>
    </w:p>
  </w:footnote>
  <w:footnote w:type="continuationSeparator" w:id="0">
    <w:p w14:paraId="601FFBA8" w14:textId="77777777" w:rsidR="009D5B31" w:rsidRDefault="009D5B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E293D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5A674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8F26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B70FB6" w14:textId="77777777" w:rsidR="00F1715C" w:rsidRPr="00D6163D" w:rsidRDefault="00F1715C" w:rsidP="00D6163D">
          <w:pPr>
            <w:pStyle w:val="Druhdokumentu"/>
          </w:pPr>
        </w:p>
      </w:tc>
    </w:tr>
  </w:tbl>
  <w:p w14:paraId="724F111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9DAF8C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773E1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9EABB5" wp14:editId="2D2E11ED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94E1E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AB1895" w14:textId="77777777" w:rsidR="00F3199A" w:rsidRPr="00D6163D" w:rsidRDefault="00F3199A" w:rsidP="00FC6389">
          <w:pPr>
            <w:pStyle w:val="Druhdokumentu"/>
          </w:pPr>
        </w:p>
      </w:tc>
    </w:tr>
    <w:tr w:rsidR="00F3199A" w14:paraId="5943FFC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086AC4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B727C66" wp14:editId="521B43F3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8D072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581C5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0B8951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B0A9485" wp14:editId="5FF0AAF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3D64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949F4"/>
    <w:rsid w:val="000A06AA"/>
    <w:rsid w:val="000B1153"/>
    <w:rsid w:val="000B6C7E"/>
    <w:rsid w:val="000B7907"/>
    <w:rsid w:val="000B7DDC"/>
    <w:rsid w:val="000C0429"/>
    <w:rsid w:val="000C45E8"/>
    <w:rsid w:val="00114472"/>
    <w:rsid w:val="00136BD0"/>
    <w:rsid w:val="001678FB"/>
    <w:rsid w:val="00170EC5"/>
    <w:rsid w:val="001747C1"/>
    <w:rsid w:val="0018596A"/>
    <w:rsid w:val="001B69C2"/>
    <w:rsid w:val="001C4DA0"/>
    <w:rsid w:val="001C72C2"/>
    <w:rsid w:val="001D2516"/>
    <w:rsid w:val="00207DF5"/>
    <w:rsid w:val="00267369"/>
    <w:rsid w:val="0026785D"/>
    <w:rsid w:val="00285188"/>
    <w:rsid w:val="002A12C5"/>
    <w:rsid w:val="002C31BF"/>
    <w:rsid w:val="002E0CD7"/>
    <w:rsid w:val="002F026B"/>
    <w:rsid w:val="00357BC6"/>
    <w:rsid w:val="0037111D"/>
    <w:rsid w:val="0039206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0422"/>
    <w:rsid w:val="004A7C69"/>
    <w:rsid w:val="004C4399"/>
    <w:rsid w:val="004C69ED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30A"/>
    <w:rsid w:val="00575E5A"/>
    <w:rsid w:val="00584E2A"/>
    <w:rsid w:val="00586962"/>
    <w:rsid w:val="00596C7E"/>
    <w:rsid w:val="005A64E9"/>
    <w:rsid w:val="005A754C"/>
    <w:rsid w:val="005B5939"/>
    <w:rsid w:val="005B5EE9"/>
    <w:rsid w:val="006104F6"/>
    <w:rsid w:val="0061068E"/>
    <w:rsid w:val="006229CA"/>
    <w:rsid w:val="00630E43"/>
    <w:rsid w:val="00660AD3"/>
    <w:rsid w:val="006A5570"/>
    <w:rsid w:val="006A689C"/>
    <w:rsid w:val="006B0280"/>
    <w:rsid w:val="006B3D79"/>
    <w:rsid w:val="006E0578"/>
    <w:rsid w:val="006E314D"/>
    <w:rsid w:val="006E7F06"/>
    <w:rsid w:val="006F3AC7"/>
    <w:rsid w:val="00703A41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194B"/>
    <w:rsid w:val="007E4A6E"/>
    <w:rsid w:val="007F56A7"/>
    <w:rsid w:val="00807DD0"/>
    <w:rsid w:val="00813F11"/>
    <w:rsid w:val="00815D55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46D2"/>
    <w:rsid w:val="00962258"/>
    <w:rsid w:val="009678B7"/>
    <w:rsid w:val="00973571"/>
    <w:rsid w:val="00982411"/>
    <w:rsid w:val="00992D9C"/>
    <w:rsid w:val="00996CB8"/>
    <w:rsid w:val="009A7568"/>
    <w:rsid w:val="009B24D8"/>
    <w:rsid w:val="009B2E97"/>
    <w:rsid w:val="009B72CC"/>
    <w:rsid w:val="009D5B31"/>
    <w:rsid w:val="009E07F4"/>
    <w:rsid w:val="009F392E"/>
    <w:rsid w:val="00A412E8"/>
    <w:rsid w:val="00A44328"/>
    <w:rsid w:val="00A6177B"/>
    <w:rsid w:val="00A66136"/>
    <w:rsid w:val="00AA4CBB"/>
    <w:rsid w:val="00AA65FA"/>
    <w:rsid w:val="00AA7351"/>
    <w:rsid w:val="00AB6E92"/>
    <w:rsid w:val="00AC1DBF"/>
    <w:rsid w:val="00AC4BCB"/>
    <w:rsid w:val="00AD056F"/>
    <w:rsid w:val="00AD2773"/>
    <w:rsid w:val="00AD6731"/>
    <w:rsid w:val="00AE1DDE"/>
    <w:rsid w:val="00B15B5E"/>
    <w:rsid w:val="00B15D0D"/>
    <w:rsid w:val="00B23CA3"/>
    <w:rsid w:val="00B3491A"/>
    <w:rsid w:val="00B41204"/>
    <w:rsid w:val="00B45E9E"/>
    <w:rsid w:val="00B55F9C"/>
    <w:rsid w:val="00B75EE1"/>
    <w:rsid w:val="00B77481"/>
    <w:rsid w:val="00B8518B"/>
    <w:rsid w:val="00BB3740"/>
    <w:rsid w:val="00BD7E91"/>
    <w:rsid w:val="00BF374D"/>
    <w:rsid w:val="00C015E3"/>
    <w:rsid w:val="00C02D0A"/>
    <w:rsid w:val="00C03A6E"/>
    <w:rsid w:val="00C14877"/>
    <w:rsid w:val="00C30759"/>
    <w:rsid w:val="00C44F6A"/>
    <w:rsid w:val="00C727E5"/>
    <w:rsid w:val="00C8207D"/>
    <w:rsid w:val="00CB73D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7049"/>
    <w:rsid w:val="00E824F1"/>
    <w:rsid w:val="00EA66C7"/>
    <w:rsid w:val="00EB104F"/>
    <w:rsid w:val="00ED085D"/>
    <w:rsid w:val="00ED14BD"/>
    <w:rsid w:val="00EE6C2E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67434"/>
    <w:rsid w:val="00F77903"/>
    <w:rsid w:val="00F804A7"/>
    <w:rsid w:val="00F862D6"/>
    <w:rsid w:val="00F86BA6"/>
    <w:rsid w:val="00F9433F"/>
    <w:rsid w:val="00FB5E01"/>
    <w:rsid w:val="00FC6389"/>
    <w:rsid w:val="00FD2F51"/>
    <w:rsid w:val="00FE3455"/>
    <w:rsid w:val="00FF407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D9733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3A4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B945F19-E15C-40B4-8153-AC2FD5E9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3</Pages>
  <Words>855</Words>
  <Characters>5050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2019-02-22T13:28:00Z</cp:lastPrinted>
  <dcterms:created xsi:type="dcterms:W3CDTF">2022-05-18T11:01:00Z</dcterms:created>
  <dcterms:modified xsi:type="dcterms:W3CDTF">2022-05-18T11:15:00Z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